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924323" w14:textId="77777777" w:rsidR="009F392E" w:rsidRDefault="00E002C3" w:rsidP="00F0533E">
      <w:pPr>
        <w:rPr>
          <w:noProof/>
        </w:rPr>
      </w:pPr>
      <w:r w:rsidRPr="00E002C3">
        <w:rPr>
          <w:noProof/>
        </w:rPr>
        <w:t>Příloha č. 3</w:t>
      </w:r>
      <w:r w:rsidR="00B85B4C" w:rsidRPr="00E002C3">
        <w:rPr>
          <w:noProof/>
        </w:rPr>
        <w:t xml:space="preserve"> Smlouvy</w:t>
      </w:r>
    </w:p>
    <w:p w14:paraId="7170B850" w14:textId="0A568892" w:rsidR="0015669F" w:rsidRDefault="00B85B4C" w:rsidP="00F0533E">
      <w:pPr>
        <w:rPr>
          <w:b/>
          <w:noProof/>
          <w:u w:val="single"/>
        </w:rPr>
      </w:pPr>
      <w:r w:rsidRPr="00B85B4C">
        <w:rPr>
          <w:b/>
          <w:noProof/>
          <w:u w:val="single"/>
        </w:rPr>
        <w:t>Realizační tým</w:t>
      </w:r>
    </w:p>
    <w:tbl>
      <w:tblPr>
        <w:tblStyle w:val="Mkatabulky1"/>
        <w:tblW w:w="0" w:type="auto"/>
        <w:tblLayout w:type="fixed"/>
        <w:tblLook w:val="04A0" w:firstRow="1" w:lastRow="0" w:firstColumn="1" w:lastColumn="0" w:noHBand="0" w:noVBand="1"/>
      </w:tblPr>
      <w:tblGrid>
        <w:gridCol w:w="2587"/>
        <w:gridCol w:w="3311"/>
      </w:tblGrid>
      <w:tr w:rsidR="0015669F" w:rsidRPr="00FD23CD" w14:paraId="3F3763BC" w14:textId="77777777" w:rsidTr="0011350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05834B03" w14:textId="77777777" w:rsidR="0015669F" w:rsidRPr="000E5CAE" w:rsidRDefault="0015669F" w:rsidP="00113508">
            <w:pPr>
              <w:spacing w:after="240" w:line="264" w:lineRule="auto"/>
              <w:rPr>
                <w:rFonts w:asciiTheme="majorHAnsi" w:hAnsiTheme="majorHAnsi"/>
                <w:b/>
                <w:sz w:val="18"/>
                <w:highlight w:val="green"/>
                <w:lang w:eastAsia="cs-CZ"/>
              </w:rPr>
            </w:pPr>
            <w:r w:rsidRPr="000E5CAE">
              <w:rPr>
                <w:rFonts w:asciiTheme="majorHAnsi" w:hAnsiTheme="majorHAnsi"/>
                <w:b/>
                <w:sz w:val="18"/>
              </w:rPr>
              <w:t>Pozice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18E171E5" w14:textId="77777777" w:rsidR="0015669F" w:rsidRPr="000E5CAE" w:rsidRDefault="0015669F" w:rsidP="00113508">
            <w:pPr>
              <w:spacing w:after="240" w:line="264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sz w:val="18"/>
                <w:highlight w:val="green"/>
                <w:lang w:eastAsia="cs-CZ"/>
              </w:rPr>
            </w:pPr>
            <w:r w:rsidRPr="000E5CAE">
              <w:rPr>
                <w:rFonts w:asciiTheme="majorHAnsi" w:hAnsiTheme="majorHAnsi"/>
                <w:b/>
                <w:sz w:val="18"/>
              </w:rPr>
              <w:t>Kontaktní údaje</w:t>
            </w:r>
          </w:p>
        </w:tc>
      </w:tr>
      <w:tr w:rsidR="0015669F" w:rsidRPr="00FD23CD" w14:paraId="3B5F2E71" w14:textId="77777777" w:rsidTr="00113508">
        <w:trPr>
          <w:trHeight w:val="26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FA08C9" w14:textId="77777777" w:rsidR="0015669F" w:rsidRPr="000E5CAE" w:rsidRDefault="0015669F" w:rsidP="00113508">
            <w:pPr>
              <w:spacing w:after="240" w:line="264" w:lineRule="auto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E002C3">
              <w:rPr>
                <w:rFonts w:asciiTheme="majorHAnsi" w:hAnsiTheme="majorHAnsi"/>
                <w:sz w:val="18"/>
                <w:lang w:eastAsia="cs-CZ"/>
              </w:rPr>
              <w:t>Projektový manažer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2FF550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Jméno a příjmení:</w:t>
            </w:r>
          </w:p>
          <w:p w14:paraId="4BE2E64A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5AA971D5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Telefon:</w:t>
            </w:r>
          </w:p>
          <w:p w14:paraId="3180E720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val="de-AT"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392F7BEF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E-mail:</w:t>
            </w:r>
          </w:p>
          <w:p w14:paraId="6DB25A56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val="de-AT" w:eastAsia="cs-CZ"/>
              </w:rPr>
              <w:t>[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</w:tc>
      </w:tr>
      <w:tr w:rsidR="0015669F" w:rsidRPr="00FD23CD" w14:paraId="0585950E" w14:textId="77777777" w:rsidTr="00113508">
        <w:trPr>
          <w:trHeight w:val="26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857DB1" w14:textId="77777777" w:rsidR="0015669F" w:rsidRPr="000E5CAE" w:rsidRDefault="0015669F" w:rsidP="00113508">
            <w:pPr>
              <w:spacing w:after="240" w:line="264" w:lineRule="auto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E002C3">
              <w:rPr>
                <w:rFonts w:asciiTheme="majorHAnsi" w:hAnsiTheme="majorHAnsi"/>
                <w:sz w:val="18"/>
                <w:lang w:eastAsia="cs-CZ"/>
              </w:rPr>
              <w:t>Manažer kvality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33C492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Jméno a příjmení:</w:t>
            </w:r>
          </w:p>
          <w:p w14:paraId="7E08E3A3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3611D2CF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highlight w:val="green"/>
                <w:lang w:val="de-AT" w:eastAsia="cs-CZ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Telefon:</w:t>
            </w: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</w:p>
          <w:p w14:paraId="64D12CEF" w14:textId="77777777" w:rsidR="0015669F" w:rsidRPr="000E5CAE" w:rsidRDefault="0015669F" w:rsidP="00113508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47B5AF94" w14:textId="77777777" w:rsidR="0015669F" w:rsidRPr="000E5CAE" w:rsidRDefault="0015669F" w:rsidP="00113508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E-mail:</w:t>
            </w:r>
          </w:p>
          <w:p w14:paraId="201DAA0B" w14:textId="77777777" w:rsidR="0015669F" w:rsidRPr="000E5CAE" w:rsidRDefault="0015669F" w:rsidP="00113508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</w:tc>
      </w:tr>
      <w:tr w:rsidR="0015669F" w:rsidRPr="00FD23CD" w14:paraId="73B7AC43" w14:textId="77777777" w:rsidTr="00113508">
        <w:trPr>
          <w:trHeight w:val="26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B3E265" w14:textId="77777777" w:rsidR="0015669F" w:rsidRPr="000E5CAE" w:rsidRDefault="0015669F" w:rsidP="00113508">
            <w:pPr>
              <w:spacing w:after="240" w:line="264" w:lineRule="auto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E002C3">
              <w:rPr>
                <w:rFonts w:asciiTheme="majorHAnsi" w:hAnsiTheme="majorHAnsi"/>
                <w:sz w:val="18"/>
                <w:lang w:eastAsia="cs-CZ"/>
              </w:rPr>
              <w:t>Senior specialista SAP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013241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Jméno a příjmení:</w:t>
            </w: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</w:p>
          <w:p w14:paraId="08F1C14E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3D919112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Telefon:</w:t>
            </w:r>
          </w:p>
          <w:p w14:paraId="1477412C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val="de-AT"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3E0C0276" w14:textId="77777777" w:rsidR="0015669F" w:rsidRPr="000E5CAE" w:rsidRDefault="0015669F" w:rsidP="00113508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E-mail:</w:t>
            </w:r>
          </w:p>
          <w:p w14:paraId="6DC73BA9" w14:textId="77777777" w:rsidR="0015669F" w:rsidRPr="000E5CAE" w:rsidRDefault="0015669F" w:rsidP="00113508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</w:tc>
      </w:tr>
      <w:tr w:rsidR="0015669F" w:rsidRPr="00FD23CD" w14:paraId="2FAD9489" w14:textId="77777777" w:rsidTr="00113508">
        <w:trPr>
          <w:trHeight w:val="26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87E13" w14:textId="77777777" w:rsidR="0015669F" w:rsidRPr="000E5CAE" w:rsidRDefault="0015669F" w:rsidP="00E002C3">
            <w:pPr>
              <w:spacing w:after="240" w:line="264" w:lineRule="auto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E002C3">
              <w:rPr>
                <w:rFonts w:asciiTheme="majorHAnsi" w:hAnsiTheme="majorHAnsi"/>
                <w:sz w:val="18"/>
                <w:lang w:eastAsia="cs-CZ"/>
              </w:rPr>
              <w:lastRenderedPageBreak/>
              <w:t>Senior specialista SAP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982EF" w14:textId="77777777" w:rsidR="0015669F" w:rsidRPr="000E5CAE" w:rsidRDefault="0015669F" w:rsidP="00E002C3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Jméno a příjmení:</w:t>
            </w: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</w:p>
          <w:p w14:paraId="0A50D11C" w14:textId="77777777" w:rsidR="0015669F" w:rsidRPr="000E5CAE" w:rsidRDefault="0015669F" w:rsidP="00E002C3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5972E12F" w14:textId="77777777" w:rsidR="0015669F" w:rsidRPr="000E5CAE" w:rsidRDefault="0015669F" w:rsidP="00E002C3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Telefon:</w:t>
            </w:r>
          </w:p>
          <w:p w14:paraId="2735A2E4" w14:textId="77777777" w:rsidR="0015669F" w:rsidRPr="000E5CAE" w:rsidRDefault="0015669F" w:rsidP="00E002C3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val="de-AT"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4FB6BDFF" w14:textId="77777777" w:rsidR="0015669F" w:rsidRPr="000E5CAE" w:rsidRDefault="0015669F" w:rsidP="00E002C3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E-mail:</w:t>
            </w:r>
          </w:p>
          <w:p w14:paraId="30A3D02E" w14:textId="77777777" w:rsidR="0015669F" w:rsidRPr="000E5CAE" w:rsidRDefault="0015669F" w:rsidP="00E002C3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</w:tc>
      </w:tr>
      <w:tr w:rsidR="00813DC4" w:rsidRPr="00FD23CD" w14:paraId="79F7D288" w14:textId="77777777" w:rsidTr="00113508">
        <w:trPr>
          <w:trHeight w:val="26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A76B2" w14:textId="4D238775" w:rsidR="00813DC4" w:rsidRPr="00E002C3" w:rsidRDefault="00813DC4" w:rsidP="00813DC4">
            <w:pPr>
              <w:rPr>
                <w:rFonts w:asciiTheme="majorHAnsi" w:hAnsiTheme="majorHAnsi"/>
                <w:lang w:eastAsia="cs-CZ"/>
              </w:rPr>
            </w:pPr>
            <w:r w:rsidRPr="00E002C3">
              <w:rPr>
                <w:rFonts w:asciiTheme="majorHAnsi" w:hAnsiTheme="majorHAnsi"/>
                <w:sz w:val="18"/>
                <w:lang w:eastAsia="cs-CZ"/>
              </w:rPr>
              <w:t>Senior specialista SAP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0688C" w14:textId="77777777" w:rsidR="00813DC4" w:rsidRPr="000E5CAE" w:rsidRDefault="00813DC4" w:rsidP="00813DC4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Jméno a příjmení:</w:t>
            </w: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</w:p>
          <w:p w14:paraId="7B87A2EA" w14:textId="77777777" w:rsidR="00813DC4" w:rsidRPr="000E5CAE" w:rsidRDefault="00813DC4" w:rsidP="00813DC4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1D81E5F8" w14:textId="77777777" w:rsidR="00813DC4" w:rsidRPr="000E5CAE" w:rsidRDefault="00813DC4" w:rsidP="00813DC4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Telefon:</w:t>
            </w:r>
          </w:p>
          <w:p w14:paraId="1B60116B" w14:textId="77777777" w:rsidR="00813DC4" w:rsidRPr="000E5CAE" w:rsidRDefault="00813DC4" w:rsidP="00813DC4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val="de-AT"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4F8903CC" w14:textId="77777777" w:rsidR="00813DC4" w:rsidRPr="000E5CAE" w:rsidRDefault="00813DC4" w:rsidP="00813DC4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E-mail:</w:t>
            </w:r>
          </w:p>
          <w:p w14:paraId="6C18440F" w14:textId="56637F5A" w:rsidR="00813DC4" w:rsidRPr="000E5CAE" w:rsidRDefault="00813DC4" w:rsidP="00813DC4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</w:tc>
      </w:tr>
      <w:tr w:rsidR="00813DC4" w:rsidRPr="00FD23CD" w14:paraId="78BDD907" w14:textId="77777777" w:rsidTr="00113508">
        <w:trPr>
          <w:trHeight w:val="26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A1C7F" w14:textId="4506B5D1" w:rsidR="00813DC4" w:rsidRPr="00E002C3" w:rsidRDefault="00813DC4" w:rsidP="00813DC4">
            <w:pPr>
              <w:rPr>
                <w:rFonts w:asciiTheme="majorHAnsi" w:hAnsiTheme="majorHAnsi"/>
                <w:lang w:eastAsia="cs-CZ"/>
              </w:rPr>
            </w:pPr>
            <w:r w:rsidRPr="00E002C3">
              <w:rPr>
                <w:rFonts w:asciiTheme="majorHAnsi" w:hAnsiTheme="majorHAnsi"/>
                <w:sz w:val="18"/>
                <w:lang w:eastAsia="cs-CZ"/>
              </w:rPr>
              <w:t>Senior specialista SAP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9FCF3" w14:textId="77777777" w:rsidR="00813DC4" w:rsidRPr="000E5CAE" w:rsidRDefault="00813DC4" w:rsidP="00813DC4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Jméno a příjmení:</w:t>
            </w: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</w:p>
          <w:p w14:paraId="3BE9D0F1" w14:textId="77777777" w:rsidR="00813DC4" w:rsidRPr="000E5CAE" w:rsidRDefault="00813DC4" w:rsidP="00813DC4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14017F27" w14:textId="77777777" w:rsidR="00813DC4" w:rsidRPr="000E5CAE" w:rsidRDefault="00813DC4" w:rsidP="00813DC4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Telefon:</w:t>
            </w:r>
          </w:p>
          <w:p w14:paraId="1877A73B" w14:textId="77777777" w:rsidR="00813DC4" w:rsidRPr="000E5CAE" w:rsidRDefault="00813DC4" w:rsidP="00813DC4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val="de-AT"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41572E6B" w14:textId="77777777" w:rsidR="00813DC4" w:rsidRPr="000E5CAE" w:rsidRDefault="00813DC4" w:rsidP="00813DC4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E-mail:</w:t>
            </w:r>
          </w:p>
          <w:p w14:paraId="31F40057" w14:textId="489C8A40" w:rsidR="00813DC4" w:rsidRPr="000E5CAE" w:rsidRDefault="00813DC4" w:rsidP="00813DC4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</w:tc>
      </w:tr>
    </w:tbl>
    <w:p w14:paraId="1133401F" w14:textId="7472AD41" w:rsidR="00B85B4C" w:rsidRDefault="00B85B4C" w:rsidP="00F0533E">
      <w:pPr>
        <w:rPr>
          <w:b/>
          <w:u w:val="single"/>
        </w:rPr>
      </w:pPr>
      <w:bookmarkStart w:id="0" w:name="_GoBack"/>
      <w:bookmarkEnd w:id="0"/>
    </w:p>
    <w:p w14:paraId="6E6D9C6F" w14:textId="376A9C72" w:rsidR="00D53800" w:rsidRPr="007A43E2" w:rsidRDefault="007A43E2" w:rsidP="00F0533E">
      <w:r w:rsidRPr="007A43E2">
        <w:rPr>
          <w:rFonts w:ascii="Verdana" w:hAnsi="Verdana"/>
          <w:color w:val="000000"/>
        </w:rPr>
        <w:t>Členové realizačního týmu musejí být stejní, jako byli uvedení v žádostech o zařazení do DNS. V případě změny člena realizačního týmu je Zhotovitel povinen doplnit k danému členu realizačního týmu požadované dokumenty a certifikáty v souladu se zadávací dokumentací sp.zn. 74843/2020-SŽ-GŘ-O8</w:t>
      </w:r>
    </w:p>
    <w:sectPr w:rsidR="00D53800" w:rsidRPr="007A43E2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CDA8D3" w14:textId="77777777" w:rsidR="006459FC" w:rsidRDefault="006459FC" w:rsidP="00962258">
      <w:pPr>
        <w:spacing w:after="0" w:line="240" w:lineRule="auto"/>
      </w:pPr>
      <w:r>
        <w:separator/>
      </w:r>
    </w:p>
  </w:endnote>
  <w:endnote w:type="continuationSeparator" w:id="0">
    <w:p w14:paraId="0B6475C7" w14:textId="77777777" w:rsidR="006459FC" w:rsidRDefault="006459F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336EF2F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530941D" w14:textId="108781C0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4DF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4DF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3AF097B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D0B9192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2FDC585F" w14:textId="77777777" w:rsidR="00F1715C" w:rsidRDefault="00F1715C" w:rsidP="00D831A3">
          <w:pPr>
            <w:pStyle w:val="Zpat"/>
          </w:pPr>
        </w:p>
      </w:tc>
    </w:tr>
  </w:tbl>
  <w:p w14:paraId="5D829A2A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70A58B0" wp14:editId="22F939B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4CA32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4E2830E5" wp14:editId="76E88DF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C19265C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4942991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143FD9E" w14:textId="54FF5E28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4DF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4DF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55903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3148DEC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695872A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416F321F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61E29D43" w14:textId="77777777" w:rsidR="00F1715C" w:rsidRDefault="00F1715C" w:rsidP="0003775F">
          <w:pPr>
            <w:pStyle w:val="Zpat"/>
          </w:pPr>
          <w:r>
            <w:t>www.</w:t>
          </w:r>
          <w:r w:rsidR="0003775F">
            <w:t>spravazeleznic</w:t>
          </w:r>
          <w:r>
            <w:t>.cz</w:t>
          </w:r>
        </w:p>
      </w:tc>
      <w:tc>
        <w:tcPr>
          <w:tcW w:w="2921" w:type="dxa"/>
        </w:tcPr>
        <w:p w14:paraId="4DB7F08D" w14:textId="77777777" w:rsidR="00F1715C" w:rsidRDefault="00F1715C" w:rsidP="00460660">
          <w:pPr>
            <w:pStyle w:val="Zpat"/>
          </w:pPr>
        </w:p>
      </w:tc>
    </w:tr>
  </w:tbl>
  <w:p w14:paraId="630B5912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4B8FFF7A" wp14:editId="6E48B60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9C0DC9A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67BE1B0" wp14:editId="098E112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1EAF20D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564E6A0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F2F51B" w14:textId="77777777" w:rsidR="006459FC" w:rsidRDefault="006459FC" w:rsidP="00962258">
      <w:pPr>
        <w:spacing w:after="0" w:line="240" w:lineRule="auto"/>
      </w:pPr>
      <w:r>
        <w:separator/>
      </w:r>
    </w:p>
  </w:footnote>
  <w:footnote w:type="continuationSeparator" w:id="0">
    <w:p w14:paraId="1776EE22" w14:textId="77777777" w:rsidR="006459FC" w:rsidRDefault="006459FC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DC814AE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46DD3CC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4630ED4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73CAD11" w14:textId="77777777" w:rsidR="00F1715C" w:rsidRPr="00D6163D" w:rsidRDefault="00F1715C" w:rsidP="00D6163D">
          <w:pPr>
            <w:pStyle w:val="Druhdokumentu"/>
          </w:pPr>
        </w:p>
      </w:tc>
    </w:tr>
  </w:tbl>
  <w:p w14:paraId="3FCE3732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2E64EC9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9A27F03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9EF42AC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ADD9D3F" w14:textId="77777777" w:rsidR="00F1715C" w:rsidRPr="00D6163D" w:rsidRDefault="00F1715C" w:rsidP="00FC6389">
          <w:pPr>
            <w:pStyle w:val="Druhdokumentu"/>
          </w:pPr>
        </w:p>
      </w:tc>
    </w:tr>
    <w:tr w:rsidR="009F392E" w14:paraId="48D6F932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286920C8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41B4F21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6B780DB" w14:textId="77777777" w:rsidR="009F392E" w:rsidRPr="00D6163D" w:rsidRDefault="009F392E" w:rsidP="00FC6389">
          <w:pPr>
            <w:pStyle w:val="Druhdokumentu"/>
          </w:pPr>
        </w:p>
      </w:tc>
    </w:tr>
  </w:tbl>
  <w:p w14:paraId="7A22D05F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29C2A14" wp14:editId="4C07352E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4A0CB38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de-AT" w:vendorID="64" w:dllVersion="131078" w:nlCheck="1" w:checkStyle="0"/>
  <w:attachedTemplate r:id="rId1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5B4C"/>
    <w:rsid w:val="0003775F"/>
    <w:rsid w:val="00072C1E"/>
    <w:rsid w:val="000E23A7"/>
    <w:rsid w:val="0010693F"/>
    <w:rsid w:val="00114472"/>
    <w:rsid w:val="001550BC"/>
    <w:rsid w:val="0015669F"/>
    <w:rsid w:val="001605B9"/>
    <w:rsid w:val="00170EC5"/>
    <w:rsid w:val="00173BA1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E6046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459FC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A43E2"/>
    <w:rsid w:val="007B570C"/>
    <w:rsid w:val="007C589B"/>
    <w:rsid w:val="007E4A6E"/>
    <w:rsid w:val="007F56A7"/>
    <w:rsid w:val="00807DD0"/>
    <w:rsid w:val="00813DC4"/>
    <w:rsid w:val="00857AEE"/>
    <w:rsid w:val="008659F3"/>
    <w:rsid w:val="00884DF7"/>
    <w:rsid w:val="00886D4B"/>
    <w:rsid w:val="00895406"/>
    <w:rsid w:val="008A3568"/>
    <w:rsid w:val="008A3752"/>
    <w:rsid w:val="008D03B9"/>
    <w:rsid w:val="008E2939"/>
    <w:rsid w:val="008F18D6"/>
    <w:rsid w:val="00904780"/>
    <w:rsid w:val="00922385"/>
    <w:rsid w:val="009223DF"/>
    <w:rsid w:val="00923DE9"/>
    <w:rsid w:val="00936091"/>
    <w:rsid w:val="00940D8A"/>
    <w:rsid w:val="00946D81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85B4C"/>
    <w:rsid w:val="00BD7E91"/>
    <w:rsid w:val="00C02D0A"/>
    <w:rsid w:val="00C03A6E"/>
    <w:rsid w:val="00C03C57"/>
    <w:rsid w:val="00C44F6A"/>
    <w:rsid w:val="00C47AE3"/>
    <w:rsid w:val="00CD1FC4"/>
    <w:rsid w:val="00D21061"/>
    <w:rsid w:val="00D4108E"/>
    <w:rsid w:val="00D53800"/>
    <w:rsid w:val="00D6163D"/>
    <w:rsid w:val="00D73D46"/>
    <w:rsid w:val="00D831A3"/>
    <w:rsid w:val="00DC75F3"/>
    <w:rsid w:val="00DD46F3"/>
    <w:rsid w:val="00DE56F2"/>
    <w:rsid w:val="00DF116D"/>
    <w:rsid w:val="00DF6694"/>
    <w:rsid w:val="00E002C3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7C9B381"/>
  <w14:defaultImageDpi w14:val="32767"/>
  <w15:docId w15:val="{0EC45577-4C8E-422C-847E-385196E04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customStyle="1" w:styleId="Mkatabulky1">
    <w:name w:val="Mřížka tabulky1"/>
    <w:basedOn w:val="Normlntabulka"/>
    <w:next w:val="Mkatabulky"/>
    <w:rsid w:val="00B85B4C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Odkaznakoment">
    <w:name w:val="annotation reference"/>
    <w:basedOn w:val="Standardnpsmoodstavce"/>
    <w:uiPriority w:val="99"/>
    <w:semiHidden/>
    <w:unhideWhenUsed/>
    <w:rsid w:val="00E002C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002C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002C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002C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002C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0BE418F-15EF-4546-A5B4-0A4538ECC1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1FA5143-DEC1-4A38-AE67-C1BADC2D56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18</TotalTime>
  <Pages>2</Pages>
  <Words>155</Words>
  <Characters>915</Characters>
  <Application>Microsoft Office Word</Application>
  <DocSecurity>0</DocSecurity>
  <Lines>7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Zajíčková Veronika, Mgr.</cp:lastModifiedBy>
  <cp:revision>14</cp:revision>
  <cp:lastPrinted>2017-11-28T17:18:00Z</cp:lastPrinted>
  <dcterms:created xsi:type="dcterms:W3CDTF">2020-02-20T14:02:00Z</dcterms:created>
  <dcterms:modified xsi:type="dcterms:W3CDTF">2023-03-29T11:57:00Z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